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9F9" w:rsidRDefault="001E09F9" w:rsidP="004D281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</w:p>
    <w:p w:rsidR="001E09F9" w:rsidRDefault="001E09F9" w:rsidP="004D281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РОССИЙСКАЯ ФЕДЕРАЦИЯ                                                              </w:t>
      </w:r>
    </w:p>
    <w:p w:rsidR="001E09F9" w:rsidRDefault="001E09F9" w:rsidP="004D28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БРЯНСКАЯ ОБЛАСТЬ</w:t>
      </w:r>
    </w:p>
    <w:p w:rsidR="001E09F9" w:rsidRDefault="001E09F9" w:rsidP="004D28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АДМИНИСТРАЦИЯ МГЛИНСКОГО РАЙОНА             </w:t>
      </w:r>
    </w:p>
    <w:p w:rsidR="001E09F9" w:rsidRDefault="001E09F9" w:rsidP="004D2814">
      <w:pPr>
        <w:jc w:val="center"/>
        <w:rPr>
          <w:b/>
          <w:sz w:val="28"/>
          <w:szCs w:val="28"/>
        </w:rPr>
      </w:pPr>
    </w:p>
    <w:p w:rsidR="001E09F9" w:rsidRDefault="001E09F9" w:rsidP="004D28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E09F9" w:rsidRDefault="001E09F9" w:rsidP="004D2814">
      <w:pPr>
        <w:jc w:val="both"/>
        <w:rPr>
          <w:sz w:val="28"/>
          <w:szCs w:val="28"/>
        </w:rPr>
      </w:pPr>
    </w:p>
    <w:p w:rsidR="001E09F9" w:rsidRDefault="001E09F9" w:rsidP="004D28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«30»____08____  2017 г. №_546___ </w:t>
      </w:r>
    </w:p>
    <w:p w:rsidR="001E09F9" w:rsidRDefault="001E09F9" w:rsidP="004D28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г.Мглин</w:t>
      </w:r>
    </w:p>
    <w:p w:rsidR="001E09F9" w:rsidRDefault="001E09F9" w:rsidP="004D2814">
      <w:pPr>
        <w:jc w:val="both"/>
        <w:rPr>
          <w:sz w:val="28"/>
          <w:szCs w:val="28"/>
        </w:rPr>
      </w:pPr>
    </w:p>
    <w:p w:rsidR="001E09F9" w:rsidRDefault="001E09F9" w:rsidP="004D2814">
      <w:pPr>
        <w:jc w:val="both"/>
        <w:rPr>
          <w:sz w:val="27"/>
          <w:szCs w:val="27"/>
        </w:rPr>
      </w:pPr>
      <w:r>
        <w:rPr>
          <w:sz w:val="27"/>
          <w:szCs w:val="27"/>
        </w:rPr>
        <w:t>О внесении изменений в штатное расписание</w:t>
      </w:r>
    </w:p>
    <w:p w:rsidR="001E09F9" w:rsidRDefault="001E09F9" w:rsidP="004D2814">
      <w:pPr>
        <w:rPr>
          <w:sz w:val="27"/>
          <w:szCs w:val="27"/>
        </w:rPr>
      </w:pPr>
      <w:r>
        <w:rPr>
          <w:sz w:val="27"/>
          <w:szCs w:val="27"/>
        </w:rPr>
        <w:t>Муниципального  бюджетного общеобразовательного</w:t>
      </w:r>
    </w:p>
    <w:p w:rsidR="001E09F9" w:rsidRDefault="001E09F9" w:rsidP="004D2814">
      <w:pPr>
        <w:rPr>
          <w:sz w:val="27"/>
          <w:szCs w:val="27"/>
        </w:rPr>
      </w:pPr>
      <w:r>
        <w:rPr>
          <w:sz w:val="27"/>
          <w:szCs w:val="27"/>
        </w:rPr>
        <w:t xml:space="preserve"> учреждения «Ветлевская средняя общеобразовательная</w:t>
      </w:r>
    </w:p>
    <w:p w:rsidR="001E09F9" w:rsidRDefault="001E09F9" w:rsidP="004D2814">
      <w:pPr>
        <w:rPr>
          <w:sz w:val="27"/>
          <w:szCs w:val="27"/>
        </w:rPr>
      </w:pPr>
      <w:r>
        <w:rPr>
          <w:sz w:val="27"/>
          <w:szCs w:val="27"/>
        </w:rPr>
        <w:t xml:space="preserve"> школа» Мглинского района Брянской области</w:t>
      </w:r>
    </w:p>
    <w:p w:rsidR="001E09F9" w:rsidRDefault="001E09F9" w:rsidP="004D2814">
      <w:pPr>
        <w:jc w:val="both"/>
        <w:rPr>
          <w:sz w:val="27"/>
          <w:szCs w:val="27"/>
        </w:rPr>
      </w:pPr>
    </w:p>
    <w:p w:rsidR="001E09F9" w:rsidRDefault="001E09F9" w:rsidP="004D2814">
      <w:pPr>
        <w:ind w:left="567" w:right="284"/>
        <w:jc w:val="both"/>
        <w:rPr>
          <w:sz w:val="27"/>
          <w:szCs w:val="27"/>
        </w:rPr>
      </w:pPr>
    </w:p>
    <w:p w:rsidR="001E09F9" w:rsidRDefault="001E09F9" w:rsidP="004D281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В целях организации подвоза учащихся к месту учебы и обратно в связи с ликвидацией Муниципального бюджетного общеобразовательного учреждения «Вельжичская средняя общеобразовательная школа» Мглинского района Брянской области</w:t>
      </w:r>
    </w:p>
    <w:p w:rsidR="001E09F9" w:rsidRDefault="001E09F9" w:rsidP="004D2814">
      <w:pPr>
        <w:ind w:left="567" w:right="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p w:rsidR="001E09F9" w:rsidRDefault="001E09F9" w:rsidP="004D2814">
      <w:pPr>
        <w:ind w:left="567" w:right="284"/>
        <w:jc w:val="both"/>
        <w:rPr>
          <w:sz w:val="27"/>
          <w:szCs w:val="27"/>
        </w:rPr>
      </w:pPr>
      <w:r>
        <w:rPr>
          <w:sz w:val="27"/>
          <w:szCs w:val="27"/>
        </w:rPr>
        <w:t>ПОСТАНОВЛЯЮ:</w:t>
      </w:r>
    </w:p>
    <w:p w:rsidR="001E09F9" w:rsidRDefault="001E09F9" w:rsidP="004D2814">
      <w:pPr>
        <w:numPr>
          <w:ilvl w:val="0"/>
          <w:numId w:val="1"/>
        </w:numPr>
        <w:ind w:left="1383" w:right="284" w:hanging="816"/>
        <w:jc w:val="both"/>
        <w:rPr>
          <w:sz w:val="27"/>
          <w:szCs w:val="27"/>
        </w:rPr>
      </w:pPr>
      <w:r>
        <w:rPr>
          <w:sz w:val="27"/>
          <w:szCs w:val="27"/>
        </w:rPr>
        <w:t>Ввести в штатное расписание Муниципального бюджетного общеобразовательного учреждения «Ветлевская средняя общеобразовательная школа» Мглинского района Брянской области должность водителя  с 01 сентября 2017 года.</w:t>
      </w:r>
    </w:p>
    <w:p w:rsidR="001E09F9" w:rsidRDefault="001E09F9" w:rsidP="004D2814">
      <w:pPr>
        <w:numPr>
          <w:ilvl w:val="0"/>
          <w:numId w:val="1"/>
        </w:numPr>
        <w:ind w:left="1383" w:right="284" w:hanging="816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Настоящее постановление разместить на официальном сайте администрации Мглинского района </w:t>
      </w:r>
      <w:hyperlink r:id="rId5" w:history="1">
        <w:r>
          <w:rPr>
            <w:rStyle w:val="Hyperlink"/>
            <w:sz w:val="27"/>
            <w:szCs w:val="27"/>
            <w:lang w:val="en-US"/>
          </w:rPr>
          <w:t>www</w:t>
        </w:r>
        <w:r>
          <w:rPr>
            <w:rStyle w:val="Hyperlink"/>
            <w:sz w:val="27"/>
            <w:szCs w:val="27"/>
          </w:rPr>
          <w:t>.</w:t>
        </w:r>
        <w:r>
          <w:rPr>
            <w:rStyle w:val="Hyperlink"/>
            <w:sz w:val="27"/>
            <w:szCs w:val="27"/>
            <w:lang w:val="en-US"/>
          </w:rPr>
          <w:t>mgladm</w:t>
        </w:r>
        <w:r>
          <w:rPr>
            <w:rStyle w:val="Hyperlink"/>
            <w:sz w:val="27"/>
            <w:szCs w:val="27"/>
          </w:rPr>
          <w:t>.</w:t>
        </w:r>
        <w:r>
          <w:rPr>
            <w:rStyle w:val="Hyperlink"/>
            <w:sz w:val="27"/>
            <w:szCs w:val="27"/>
            <w:lang w:val="en-US"/>
          </w:rPr>
          <w:t>ru</w:t>
        </w:r>
      </w:hyperlink>
      <w:r>
        <w:rPr>
          <w:sz w:val="27"/>
          <w:szCs w:val="27"/>
        </w:rPr>
        <w:t>,  в сети «Интернет».</w:t>
      </w:r>
    </w:p>
    <w:p w:rsidR="001E09F9" w:rsidRDefault="001E09F9" w:rsidP="004D2814">
      <w:pPr>
        <w:numPr>
          <w:ilvl w:val="0"/>
          <w:numId w:val="1"/>
        </w:numPr>
        <w:ind w:left="1383" w:right="284" w:hanging="816"/>
        <w:jc w:val="both"/>
        <w:rPr>
          <w:sz w:val="27"/>
          <w:szCs w:val="27"/>
        </w:rPr>
      </w:pPr>
      <w:r>
        <w:rPr>
          <w:sz w:val="27"/>
          <w:szCs w:val="27"/>
        </w:rPr>
        <w:t>Контроль за исполнением  постановления возложить на начальника отдела образования Постоялко О.А.</w:t>
      </w:r>
    </w:p>
    <w:p w:rsidR="001E09F9" w:rsidRDefault="001E09F9" w:rsidP="004D2814">
      <w:pPr>
        <w:ind w:left="567" w:right="284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     </w:t>
      </w:r>
    </w:p>
    <w:p w:rsidR="001E09F9" w:rsidRDefault="001E09F9" w:rsidP="004D2814">
      <w:pPr>
        <w:ind w:left="567" w:right="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Глава администрации района                                    А.А.Пущиенко</w:t>
      </w:r>
    </w:p>
    <w:p w:rsidR="001E09F9" w:rsidRDefault="001E09F9" w:rsidP="004D2814">
      <w:pPr>
        <w:ind w:left="567" w:right="284"/>
        <w:jc w:val="both"/>
        <w:rPr>
          <w:sz w:val="24"/>
          <w:szCs w:val="24"/>
        </w:rPr>
      </w:pPr>
    </w:p>
    <w:p w:rsidR="001E09F9" w:rsidRDefault="001E09F9" w:rsidP="004D2814">
      <w:pPr>
        <w:jc w:val="both"/>
        <w:rPr>
          <w:sz w:val="24"/>
          <w:szCs w:val="24"/>
        </w:rPr>
      </w:pPr>
      <w:r>
        <w:rPr>
          <w:sz w:val="24"/>
          <w:szCs w:val="24"/>
        </w:rPr>
        <w:t>Исп. Постоялко О.А.                                                              Направить:  1. В дело</w:t>
      </w:r>
    </w:p>
    <w:p w:rsidR="001E09F9" w:rsidRDefault="001E09F9" w:rsidP="004D2814">
      <w:pPr>
        <w:jc w:val="both"/>
        <w:rPr>
          <w:sz w:val="24"/>
          <w:szCs w:val="24"/>
        </w:rPr>
      </w:pPr>
      <w:r>
        <w:rPr>
          <w:sz w:val="24"/>
          <w:szCs w:val="24"/>
        </w:rPr>
        <w:t>Тел. 2-14-53                                                                                                   2. Финотдел</w:t>
      </w:r>
    </w:p>
    <w:p w:rsidR="001E09F9" w:rsidRDefault="001E09F9" w:rsidP="004D281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3. Отдел экономики</w:t>
      </w:r>
    </w:p>
    <w:p w:rsidR="001E09F9" w:rsidRDefault="001E09F9" w:rsidP="004D2814">
      <w:pPr>
        <w:ind w:left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4.  РОО </w:t>
      </w:r>
    </w:p>
    <w:p w:rsidR="001E09F9" w:rsidRDefault="001E09F9" w:rsidP="004D2814">
      <w:pPr>
        <w:ind w:left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5. Жогиной В.П.</w:t>
      </w:r>
    </w:p>
    <w:p w:rsidR="001E09F9" w:rsidRDefault="001E09F9" w:rsidP="004D2814">
      <w:pPr>
        <w:jc w:val="both"/>
        <w:rPr>
          <w:sz w:val="24"/>
          <w:szCs w:val="24"/>
        </w:rPr>
      </w:pPr>
      <w:r>
        <w:rPr>
          <w:sz w:val="24"/>
          <w:szCs w:val="24"/>
        </w:rPr>
        <w:t>Согласовано:</w:t>
      </w:r>
    </w:p>
    <w:p w:rsidR="001E09F9" w:rsidRDefault="001E09F9" w:rsidP="004D2814">
      <w:pPr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главы администрации района                                              В.П.Жогина</w:t>
      </w:r>
    </w:p>
    <w:p w:rsidR="001E09F9" w:rsidRDefault="001E09F9" w:rsidP="004D281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администрации района                                             Л.И.Казеко                                                                   </w:t>
      </w:r>
    </w:p>
    <w:p w:rsidR="001E09F9" w:rsidRDefault="001E09F9" w:rsidP="004D2814">
      <w:pPr>
        <w:jc w:val="both"/>
        <w:rPr>
          <w:sz w:val="24"/>
          <w:szCs w:val="24"/>
        </w:rPr>
      </w:pPr>
      <w:r>
        <w:rPr>
          <w:sz w:val="24"/>
          <w:szCs w:val="24"/>
        </w:rPr>
        <w:t>Начальник правового отдела                                                                     Н.А.Грибов</w:t>
      </w:r>
    </w:p>
    <w:p w:rsidR="001E09F9" w:rsidRDefault="001E09F9" w:rsidP="004D2814">
      <w:pPr>
        <w:tabs>
          <w:tab w:val="left" w:pos="7185"/>
        </w:tabs>
        <w:jc w:val="both"/>
        <w:rPr>
          <w:sz w:val="24"/>
          <w:szCs w:val="24"/>
        </w:rPr>
      </w:pPr>
      <w:r>
        <w:rPr>
          <w:sz w:val="24"/>
          <w:szCs w:val="24"/>
        </w:rPr>
        <w:t>Начальник отдела экономики                                                                    С.И. Грибахо</w:t>
      </w:r>
    </w:p>
    <w:p w:rsidR="001E09F9" w:rsidRDefault="001E09F9" w:rsidP="004D2814">
      <w:pPr>
        <w:jc w:val="both"/>
        <w:rPr>
          <w:sz w:val="24"/>
          <w:szCs w:val="24"/>
        </w:rPr>
      </w:pPr>
      <w:r>
        <w:rPr>
          <w:sz w:val="24"/>
          <w:szCs w:val="24"/>
        </w:rPr>
        <w:t>Управляющий делами                                                                                А.В.Полоник</w:t>
      </w:r>
    </w:p>
    <w:p w:rsidR="001E09F9" w:rsidRDefault="001E09F9" w:rsidP="004D2814">
      <w:pPr>
        <w:jc w:val="both"/>
        <w:rPr>
          <w:sz w:val="24"/>
          <w:szCs w:val="24"/>
        </w:rPr>
      </w:pPr>
      <w:r>
        <w:rPr>
          <w:sz w:val="24"/>
          <w:szCs w:val="24"/>
        </w:rPr>
        <w:t>(руководитель аппарата)</w:t>
      </w:r>
    </w:p>
    <w:p w:rsidR="001E09F9" w:rsidRDefault="001E09F9"/>
    <w:sectPr w:rsidR="001E09F9" w:rsidSect="00FA2F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D54BC2"/>
    <w:multiLevelType w:val="hybridMultilevel"/>
    <w:tmpl w:val="E466E3A6"/>
    <w:lvl w:ilvl="0" w:tplc="720A5106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2814"/>
    <w:rsid w:val="00017040"/>
    <w:rsid w:val="001E09F9"/>
    <w:rsid w:val="003A1186"/>
    <w:rsid w:val="004D2814"/>
    <w:rsid w:val="00746D8E"/>
    <w:rsid w:val="00FA2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814"/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4D281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72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gl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376</Words>
  <Characters>2146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 РОО</dc:creator>
  <cp:keywords/>
  <dc:description/>
  <cp:lastModifiedBy>Makar</cp:lastModifiedBy>
  <cp:revision>2</cp:revision>
  <dcterms:created xsi:type="dcterms:W3CDTF">2017-09-11T05:46:00Z</dcterms:created>
  <dcterms:modified xsi:type="dcterms:W3CDTF">2017-09-15T12:58:00Z</dcterms:modified>
</cp:coreProperties>
</file>